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41027F" w:rsidP="001474CC">
      <w:pPr>
        <w:pStyle w:val="berschrift1"/>
        <w:numPr>
          <w:ilvl w:val="0"/>
          <w:numId w:val="0"/>
        </w:numPr>
        <w:ind w:left="360"/>
      </w:pPr>
      <w:r w:rsidRPr="0041027F">
        <w:rPr>
          <w:noProof/>
        </w:rPr>
        <w:drawing>
          <wp:anchor distT="0" distB="0" distL="114300" distR="114300" simplePos="0" relativeHeight="251659264" behindDoc="0" locked="0" layoutInCell="1" allowOverlap="1" wp14:anchorId="13DA5F78" wp14:editId="3B8D41A8">
            <wp:simplePos x="0" y="0"/>
            <wp:positionH relativeFrom="margin">
              <wp:posOffset>199028</wp:posOffset>
            </wp:positionH>
            <wp:positionV relativeFrom="paragraph">
              <wp:posOffset>-111670</wp:posOffset>
            </wp:positionV>
            <wp:extent cx="8382072" cy="5917214"/>
            <wp:effectExtent l="0" t="0" r="0" b="762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72" cy="5917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31AC">
        <w:t>Beispielüberschrift</w:t>
      </w:r>
    </w:p>
    <w:p w:rsidR="00F131AC" w:rsidRDefault="00F131AC" w:rsidP="001474CC">
      <w:pPr>
        <w:pStyle w:val="berschrift2"/>
        <w:numPr>
          <w:ilvl w:val="0"/>
          <w:numId w:val="0"/>
        </w:num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p w:rsidR="001474CC" w:rsidRDefault="001474CC" w:rsidP="00B127D0">
      <w:pPr>
        <w:pStyle w:val="Textkrper"/>
        <w:rPr>
          <w:noProof/>
        </w:rPr>
      </w:pPr>
    </w:p>
    <w:sectPr w:rsidR="001474CC" w:rsidSect="00BD75B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7AD" w:rsidRDefault="001A27AD" w:rsidP="001E03DE">
      <w:r>
        <w:separator/>
      </w:r>
    </w:p>
  </w:endnote>
  <w:endnote w:type="continuationSeparator" w:id="0">
    <w:p w:rsidR="001A27AD" w:rsidRDefault="001A27A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Default="008619E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Default="008619E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Default="008619EB" w:rsidP="008619EB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8619EB" w:rsidTr="00842B1B">
      <w:tc>
        <w:tcPr>
          <w:tcW w:w="817" w:type="dxa"/>
        </w:tcPr>
        <w:p w:rsidR="008619EB" w:rsidRDefault="008619EB" w:rsidP="00842B1B">
          <w:pPr>
            <w:pStyle w:val="Fuzeile"/>
          </w:pPr>
        </w:p>
      </w:tc>
      <w:tc>
        <w:tcPr>
          <w:tcW w:w="13574" w:type="dxa"/>
        </w:tcPr>
        <w:p w:rsidR="008619EB" w:rsidRDefault="008619EB" w:rsidP="00842B1B">
          <w:pPr>
            <w:pStyle w:val="Fuzeile"/>
          </w:pPr>
        </w:p>
      </w:tc>
      <w:tc>
        <w:tcPr>
          <w:tcW w:w="318" w:type="dxa"/>
        </w:tcPr>
        <w:p w:rsidR="008619EB" w:rsidRDefault="008619EB" w:rsidP="00842B1B">
          <w:pPr>
            <w:pStyle w:val="Fuzeile"/>
          </w:pPr>
        </w:p>
      </w:tc>
    </w:tr>
    <w:tr w:rsidR="008619EB" w:rsidTr="00842B1B">
      <w:tc>
        <w:tcPr>
          <w:tcW w:w="817" w:type="dxa"/>
        </w:tcPr>
        <w:p w:rsidR="008619EB" w:rsidRDefault="008619EB" w:rsidP="00842B1B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8619EB" w:rsidRDefault="008619EB" w:rsidP="00842B1B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8619EB" w:rsidRDefault="008619EB" w:rsidP="00842B1B">
          <w:pPr>
            <w:pStyle w:val="Fuzeile"/>
          </w:pPr>
        </w:p>
      </w:tc>
    </w:tr>
    <w:tr w:rsidR="008619EB" w:rsidTr="00842B1B">
      <w:tc>
        <w:tcPr>
          <w:tcW w:w="817" w:type="dxa"/>
        </w:tcPr>
        <w:p w:rsidR="008619EB" w:rsidRPr="008A6B36" w:rsidRDefault="008619EB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8619EB" w:rsidRDefault="00F660F6" w:rsidP="00842B1B">
          <w:pPr>
            <w:pStyle w:val="Fuzeile"/>
          </w:pPr>
          <w:r>
            <w:t xml:space="preserve">Texte erschließen und </w:t>
          </w:r>
          <w:r>
            <w:t>interpretieren</w:t>
          </w:r>
          <w:bookmarkStart w:id="0" w:name="_GoBack"/>
          <w:bookmarkEnd w:id="0"/>
        </w:p>
      </w:tc>
      <w:tc>
        <w:tcPr>
          <w:tcW w:w="318" w:type="dxa"/>
        </w:tcPr>
        <w:p w:rsidR="008619EB" w:rsidRDefault="008619EB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F660F6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8619EB" w:rsidRPr="000F5B18" w:rsidRDefault="008619EB" w:rsidP="008619E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7AD" w:rsidRDefault="001A27AD" w:rsidP="001E03DE">
      <w:r>
        <w:separator/>
      </w:r>
    </w:p>
  </w:footnote>
  <w:footnote w:type="continuationSeparator" w:id="0">
    <w:p w:rsidR="001A27AD" w:rsidRDefault="001A27A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Default="008619E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Default="008619E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19EB" w:rsidRPr="008619EB" w:rsidRDefault="008619EB" w:rsidP="008619EB">
    <w:pPr>
      <w:tabs>
        <w:tab w:val="right" w:pos="9921"/>
      </w:tabs>
      <w:overflowPunct w:val="0"/>
      <w:autoSpaceDE w:val="0"/>
      <w:autoSpaceDN w:val="0"/>
      <w:adjustRightInd w:val="0"/>
      <w:textAlignment w:val="baseline"/>
      <w:rPr>
        <w:rFonts w:eastAsia="Times New Roman" w:cs="Times New Roman"/>
        <w:szCs w:val="20"/>
        <w:lang w:eastAsia="de-DE"/>
      </w:rPr>
    </w:pPr>
    <w:r w:rsidRPr="008619EB">
      <w:rPr>
        <w:rFonts w:eastAsia="Times New Roman" w:cs="Times New Roman"/>
        <w:noProof/>
        <w:szCs w:val="20"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9F7DB0B" wp14:editId="749B15A7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19EB" w:rsidRPr="00E20335" w:rsidRDefault="008619EB" w:rsidP="008619E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26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8619EB" w:rsidRPr="00E20335" w:rsidRDefault="008619EB" w:rsidP="008619E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CC"/>
    <w:rsid w:val="000F080D"/>
    <w:rsid w:val="001474CC"/>
    <w:rsid w:val="001A2103"/>
    <w:rsid w:val="001A27AD"/>
    <w:rsid w:val="001A6FB1"/>
    <w:rsid w:val="001E03DE"/>
    <w:rsid w:val="002223B8"/>
    <w:rsid w:val="00296589"/>
    <w:rsid w:val="0041027F"/>
    <w:rsid w:val="00445B6B"/>
    <w:rsid w:val="0044650F"/>
    <w:rsid w:val="00546D08"/>
    <w:rsid w:val="008619EB"/>
    <w:rsid w:val="008A6B36"/>
    <w:rsid w:val="008A7911"/>
    <w:rsid w:val="009068DA"/>
    <w:rsid w:val="009533B3"/>
    <w:rsid w:val="009833F0"/>
    <w:rsid w:val="009935DA"/>
    <w:rsid w:val="009C05F9"/>
    <w:rsid w:val="00B127D0"/>
    <w:rsid w:val="00BD75BA"/>
    <w:rsid w:val="00C1176F"/>
    <w:rsid w:val="00C22DA6"/>
    <w:rsid w:val="00C329C9"/>
    <w:rsid w:val="00CD6932"/>
    <w:rsid w:val="00DA114A"/>
    <w:rsid w:val="00DC7E46"/>
    <w:rsid w:val="00E15C59"/>
    <w:rsid w:val="00E82045"/>
    <w:rsid w:val="00F131AC"/>
    <w:rsid w:val="00F44A67"/>
    <w:rsid w:val="00F660F6"/>
    <w:rsid w:val="00FF0606"/>
    <w:rsid w:val="00FF3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wmf"/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%20DS%20-%20Formales\01%20Formatvorlage%20LS%20Urspr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2305A-7423-47B9-AB8B-8652FCF616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calsb.kress@gmx.de</dc:creator>
  <cp:lastModifiedBy>Barbian, Markus (LS)</cp:lastModifiedBy>
  <cp:revision>7</cp:revision>
  <cp:lastPrinted>2016-11-07T13:26:00Z</cp:lastPrinted>
  <dcterms:created xsi:type="dcterms:W3CDTF">2017-11-26T08:36:00Z</dcterms:created>
  <dcterms:modified xsi:type="dcterms:W3CDTF">2018-06-27T13:28:00Z</dcterms:modified>
</cp:coreProperties>
</file>